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857650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52625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815340"/>
                          <a:chOff x="12206" y="343"/>
                          <a:chExt cx="373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1" y="561"/>
                            <a:ext cx="3537" cy="968"/>
                            <a:chOff x="8703" y="720"/>
                            <a:chExt cx="2945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945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85765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402D8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02600F">
                                  <w:rPr>
                                    <w:rStyle w:val="Style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3.75pt;height:64.2pt;z-index:251658752" coordorigin="12206,343" coordsize="373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1;top:561;width:3537;height:968" coordorigin="8703,720" coordsize="294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945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857650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402D80">
                            <w:rPr>
                              <w:rStyle w:val="Style6"/>
                            </w:rPr>
                            <w:t>2</w:t>
                          </w:r>
                          <w:r w:rsidR="0002600F">
                            <w:rPr>
                              <w:rStyle w:val="Style6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02600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7-12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12 de julio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02600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7-12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12 de julio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02600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02600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bookmarkStart w:id="0" w:name="_GoBack"/>
      <w:bookmarkEnd w:id="0"/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9B6214" wp14:editId="010E7129">
                <wp:simplePos x="0" y="0"/>
                <wp:positionH relativeFrom="column">
                  <wp:posOffset>7648575</wp:posOffset>
                </wp:positionH>
                <wp:positionV relativeFrom="paragraph">
                  <wp:posOffset>226695</wp:posOffset>
                </wp:positionV>
                <wp:extent cx="12192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02D8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02600F">
                              <w:fldChar w:fldCharType="begin"/>
                            </w:r>
                            <w:r w:rsidR="0002600F">
                              <w:instrText xml:space="preserve"> NUMPAGES   \* MERGEFORMAT </w:instrText>
                            </w:r>
                            <w:r w:rsidR="0002600F">
                              <w:fldChar w:fldCharType="separate"/>
                            </w:r>
                            <w:r w:rsidR="00402D80" w:rsidRPr="00402D8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2600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02.25pt;margin-top:17.85pt;width:96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lJ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02D8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02600F">
                        <w:fldChar w:fldCharType="begin"/>
                      </w:r>
                      <w:r w:rsidR="0002600F">
                        <w:instrText xml:space="preserve"> NUMPAGES   \* MERGEFORMAT </w:instrText>
                      </w:r>
                      <w:r w:rsidR="0002600F">
                        <w:fldChar w:fldCharType="separate"/>
                      </w:r>
                      <w:r w:rsidR="00402D80" w:rsidRPr="00402D8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2600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</w:t>
      </w:r>
    </w:p>
    <w:tbl>
      <w:tblPr>
        <w:tblW w:w="137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355"/>
      </w:tblGrid>
      <w:tr w:rsidR="0037246F" w:rsidTr="00857650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355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857650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8E3741" w:rsidTr="00857650">
        <w:trPr>
          <w:trHeight w:val="588"/>
          <w:jc w:val="center"/>
        </w:trPr>
        <w:tc>
          <w:tcPr>
            <w:tcW w:w="644" w:type="dxa"/>
          </w:tcPr>
          <w:p w:rsidR="008E3741" w:rsidRDefault="008E3741" w:rsidP="00BB657B">
            <w:pPr>
              <w:spacing w:after="0" w:line="240" w:lineRule="auto"/>
            </w:pPr>
            <w:r>
              <w:t xml:space="preserve">  2</w:t>
            </w:r>
          </w:p>
        </w:tc>
        <w:tc>
          <w:tcPr>
            <w:tcW w:w="6312" w:type="dxa"/>
          </w:tcPr>
          <w:p w:rsidR="008E3741" w:rsidRDefault="008E3741" w:rsidP="004A2075"/>
        </w:tc>
        <w:tc>
          <w:tcPr>
            <w:tcW w:w="1088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8E3741" w:rsidRDefault="008E3741" w:rsidP="00476E94"/>
        </w:tc>
        <w:tc>
          <w:tcPr>
            <w:tcW w:w="1638" w:type="dxa"/>
          </w:tcPr>
          <w:p w:rsidR="008E3741" w:rsidRDefault="008E3741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8E3741" w:rsidRDefault="008E3741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8E3741" w:rsidRDefault="008E3741" w:rsidP="00BB657B">
            <w:pPr>
              <w:spacing w:after="0" w:line="240" w:lineRule="auto"/>
            </w:pPr>
          </w:p>
        </w:tc>
      </w:tr>
      <w:tr w:rsidR="0037246F" w:rsidTr="00857650">
        <w:trPr>
          <w:trHeight w:val="1098"/>
          <w:jc w:val="center"/>
        </w:trPr>
        <w:tc>
          <w:tcPr>
            <w:tcW w:w="13750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8E3741" w:rsidRDefault="008E3741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20"/>
          <w:szCs w:val="22"/>
        </w:rPr>
      </w:pPr>
    </w:p>
    <w:p w:rsidR="00857650" w:rsidRDefault="0037246F" w:rsidP="008E3741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8E3741" w:rsidRPr="008E3741" w:rsidRDefault="008E3741" w:rsidP="008E3741">
      <w:pPr>
        <w:pStyle w:val="Textoindependiente"/>
        <w:spacing w:line="276" w:lineRule="auto"/>
        <w:ind w:right="66"/>
        <w:jc w:val="center"/>
      </w:pP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2600F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035C6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2D80"/>
    <w:rsid w:val="00403697"/>
    <w:rsid w:val="004123C1"/>
    <w:rsid w:val="0042490F"/>
    <w:rsid w:val="00444EE8"/>
    <w:rsid w:val="00466044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85E9E"/>
    <w:rsid w:val="005A3E64"/>
    <w:rsid w:val="005B442B"/>
    <w:rsid w:val="005B497F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C3F8C"/>
    <w:rsid w:val="007E6F0D"/>
    <w:rsid w:val="007F4BA5"/>
    <w:rsid w:val="00810515"/>
    <w:rsid w:val="00817255"/>
    <w:rsid w:val="0083342F"/>
    <w:rsid w:val="00841DAB"/>
    <w:rsid w:val="00854B4F"/>
    <w:rsid w:val="00857650"/>
    <w:rsid w:val="00857D3A"/>
    <w:rsid w:val="0086625F"/>
    <w:rsid w:val="0089314A"/>
    <w:rsid w:val="008974E9"/>
    <w:rsid w:val="008A0F4F"/>
    <w:rsid w:val="008A6F32"/>
    <w:rsid w:val="008B3AE5"/>
    <w:rsid w:val="008E3741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85FA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36B5A"/>
    <w:rsid w:val="00B420BA"/>
    <w:rsid w:val="00B61D08"/>
    <w:rsid w:val="00B62EEF"/>
    <w:rsid w:val="00B72B70"/>
    <w:rsid w:val="00B82170"/>
    <w:rsid w:val="00B82D9C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D5F6C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42BCA"/>
    <w:rsid w:val="00F53753"/>
    <w:rsid w:val="00F7167E"/>
    <w:rsid w:val="00F7443C"/>
    <w:rsid w:val="00FC280C"/>
    <w:rsid w:val="00FC2870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66CA1816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D51C2-6E75-4727-8699-A081FEF1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57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68</cp:revision>
  <cp:lastPrinted>2022-06-15T22:39:00Z</cp:lastPrinted>
  <dcterms:created xsi:type="dcterms:W3CDTF">2020-05-06T19:37:00Z</dcterms:created>
  <dcterms:modified xsi:type="dcterms:W3CDTF">2022-07-07T18:58:00Z</dcterms:modified>
</cp:coreProperties>
</file>