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857650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52625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815340"/>
                          <a:chOff x="12206" y="343"/>
                          <a:chExt cx="373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1" y="561"/>
                            <a:ext cx="3537" cy="968"/>
                            <a:chOff x="8703" y="720"/>
                            <a:chExt cx="2945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945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85765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402D8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BC5758">
                                  <w:rPr>
                                    <w:rStyle w:val="Style6"/>
                                  </w:rPr>
                                  <w:t>7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3.75pt;height:64.2pt;z-index:251658752" coordorigin="12206,343" coordsize="373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1;top:561;width:3537;height:968" coordorigin="8703,720" coordsize="294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945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857650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402D80">
                            <w:rPr>
                              <w:rStyle w:val="Style6"/>
                            </w:rPr>
                            <w:t>2</w:t>
                          </w:r>
                          <w:r w:rsidR="00BC5758">
                            <w:rPr>
                              <w:rStyle w:val="Style6"/>
                            </w:rPr>
                            <w:t>7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BC575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7-12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6674F0">
                                  <w:rPr>
                                    <w:rStyle w:val="Style5"/>
                                    <w:lang w:val="es-DO"/>
                                  </w:rPr>
                                  <w:t>12 de julio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BC575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7-12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6674F0">
                            <w:rPr>
                              <w:rStyle w:val="Style5"/>
                              <w:lang w:val="es-DO"/>
                            </w:rPr>
                            <w:t>12 de julio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BC575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BC5758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9B6214" wp14:editId="010E7129">
                <wp:simplePos x="0" y="0"/>
                <wp:positionH relativeFrom="column">
                  <wp:posOffset>7648575</wp:posOffset>
                </wp:positionH>
                <wp:positionV relativeFrom="paragraph">
                  <wp:posOffset>226695</wp:posOffset>
                </wp:positionV>
                <wp:extent cx="12192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6674F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6674F0" w:rsidRPr="006674F0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02.25pt;margin-top:17.85pt;width:96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lJ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6674F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6674F0" w:rsidRPr="006674F0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</w:t>
      </w:r>
    </w:p>
    <w:tbl>
      <w:tblPr>
        <w:tblW w:w="137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355"/>
      </w:tblGrid>
      <w:tr w:rsidR="0037246F" w:rsidTr="00857650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355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857650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8E3741" w:rsidTr="00857650">
        <w:trPr>
          <w:trHeight w:val="588"/>
          <w:jc w:val="center"/>
        </w:trPr>
        <w:tc>
          <w:tcPr>
            <w:tcW w:w="644" w:type="dxa"/>
          </w:tcPr>
          <w:p w:rsidR="008E3741" w:rsidRDefault="008E3741" w:rsidP="00BB657B">
            <w:pPr>
              <w:spacing w:after="0" w:line="240" w:lineRule="auto"/>
            </w:pPr>
            <w:r>
              <w:t xml:space="preserve">  2</w:t>
            </w:r>
          </w:p>
        </w:tc>
        <w:tc>
          <w:tcPr>
            <w:tcW w:w="6312" w:type="dxa"/>
          </w:tcPr>
          <w:p w:rsidR="008E3741" w:rsidRDefault="008E3741" w:rsidP="004A2075"/>
        </w:tc>
        <w:tc>
          <w:tcPr>
            <w:tcW w:w="1088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8E3741" w:rsidRDefault="008E3741" w:rsidP="00476E94"/>
        </w:tc>
        <w:tc>
          <w:tcPr>
            <w:tcW w:w="1638" w:type="dxa"/>
          </w:tcPr>
          <w:p w:rsidR="008E3741" w:rsidRDefault="008E3741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8E3741" w:rsidRDefault="008E3741" w:rsidP="00BB657B">
            <w:pPr>
              <w:spacing w:after="0" w:line="240" w:lineRule="auto"/>
            </w:pPr>
          </w:p>
        </w:tc>
      </w:tr>
      <w:tr w:rsidR="0037246F" w:rsidTr="00857650">
        <w:trPr>
          <w:trHeight w:val="1098"/>
          <w:jc w:val="center"/>
        </w:trPr>
        <w:tc>
          <w:tcPr>
            <w:tcW w:w="13750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8E3741" w:rsidRDefault="008E3741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20"/>
          <w:szCs w:val="22"/>
        </w:rPr>
      </w:pPr>
    </w:p>
    <w:p w:rsidR="00857650" w:rsidRDefault="0037246F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8E3741" w:rsidRPr="008E3741" w:rsidRDefault="008E3741" w:rsidP="008E3741">
      <w:pPr>
        <w:pStyle w:val="Textoindependiente"/>
        <w:spacing w:line="276" w:lineRule="auto"/>
        <w:ind w:right="66"/>
        <w:jc w:val="center"/>
      </w:pP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035C6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2D80"/>
    <w:rsid w:val="00403697"/>
    <w:rsid w:val="004123C1"/>
    <w:rsid w:val="0042490F"/>
    <w:rsid w:val="00444EE8"/>
    <w:rsid w:val="00466044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85E9E"/>
    <w:rsid w:val="005A3E64"/>
    <w:rsid w:val="005B442B"/>
    <w:rsid w:val="005B497F"/>
    <w:rsid w:val="005D0D63"/>
    <w:rsid w:val="005D19D6"/>
    <w:rsid w:val="00611A07"/>
    <w:rsid w:val="00624B20"/>
    <w:rsid w:val="0062592A"/>
    <w:rsid w:val="006506D0"/>
    <w:rsid w:val="00651E48"/>
    <w:rsid w:val="006674F0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C3F8C"/>
    <w:rsid w:val="007E6F0D"/>
    <w:rsid w:val="007F4BA5"/>
    <w:rsid w:val="00810515"/>
    <w:rsid w:val="00817255"/>
    <w:rsid w:val="0083342F"/>
    <w:rsid w:val="00841DAB"/>
    <w:rsid w:val="00854B4F"/>
    <w:rsid w:val="00857650"/>
    <w:rsid w:val="00857D3A"/>
    <w:rsid w:val="0086625F"/>
    <w:rsid w:val="0089314A"/>
    <w:rsid w:val="008974E9"/>
    <w:rsid w:val="008A0F4F"/>
    <w:rsid w:val="008A6F32"/>
    <w:rsid w:val="008B3AE5"/>
    <w:rsid w:val="008E3741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85FA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36B5A"/>
    <w:rsid w:val="00B420BA"/>
    <w:rsid w:val="00B61D08"/>
    <w:rsid w:val="00B62EEF"/>
    <w:rsid w:val="00B72B70"/>
    <w:rsid w:val="00B82170"/>
    <w:rsid w:val="00B82D9C"/>
    <w:rsid w:val="00B9237C"/>
    <w:rsid w:val="00B96EF3"/>
    <w:rsid w:val="00B97B51"/>
    <w:rsid w:val="00BA7EB9"/>
    <w:rsid w:val="00BC1D0C"/>
    <w:rsid w:val="00BC5758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D5F6C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42BCA"/>
    <w:rsid w:val="00F53753"/>
    <w:rsid w:val="00F7167E"/>
    <w:rsid w:val="00F7443C"/>
    <w:rsid w:val="00FC280C"/>
    <w:rsid w:val="00FC2870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59B8327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E5C2-DF37-4FF1-8A14-2F03E1E1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60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69</cp:revision>
  <cp:lastPrinted>2022-07-07T16:12:00Z</cp:lastPrinted>
  <dcterms:created xsi:type="dcterms:W3CDTF">2020-05-06T19:37:00Z</dcterms:created>
  <dcterms:modified xsi:type="dcterms:W3CDTF">2022-07-07T16:19:00Z</dcterms:modified>
</cp:coreProperties>
</file>