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DE2E5C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A624CC">
                                <w:rPr>
                                  <w:rStyle w:val="Style2"/>
                                  <w:rFonts w:ascii="Arial" w:hAnsi="Aria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DE2E5C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A624CC">
                          <w:rPr>
                            <w:rStyle w:val="Style2"/>
                            <w:rFonts w:ascii="Arial" w:hAnsi="Arial"/>
                          </w:rPr>
                          <w:t>10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624C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A624CC" w:rsidRPr="00A624CC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624C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A624CC" w:rsidRPr="00A624CC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624C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A624CC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624CC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       30</w:t>
                                </w:r>
                                <w:r w:rsidR="001B3604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A624CC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       30</w:t>
                          </w:r>
                          <w:r w:rsidR="001B3604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B3604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24CC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E2E5C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13530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4798-488E-40B8-8CDD-B5DA4DD8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54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58</cp:revision>
  <cp:lastPrinted>2022-03-28T17:44:00Z</cp:lastPrinted>
  <dcterms:created xsi:type="dcterms:W3CDTF">2020-05-06T19:39:00Z</dcterms:created>
  <dcterms:modified xsi:type="dcterms:W3CDTF">2022-03-28T17:44:00Z</dcterms:modified>
</cp:coreProperties>
</file>